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71078" w14:textId="77777777" w:rsidR="002F55A1" w:rsidRDefault="002F55A1">
      <w:pPr>
        <w:tabs>
          <w:tab w:val="left" w:pos="5535"/>
        </w:tabs>
        <w:rPr>
          <w:sz w:val="2"/>
        </w:rPr>
        <w:sectPr w:rsidR="002F55A1" w:rsidSect="002D1FD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2665" w:right="1134" w:bottom="1701" w:left="1134" w:header="720" w:footer="170" w:gutter="0"/>
          <w:cols w:space="720"/>
          <w:formProt w:val="0"/>
        </w:sectPr>
      </w:pPr>
    </w:p>
    <w:p w14:paraId="1B1F77F4" w14:textId="77777777" w:rsidR="002F55A1" w:rsidRPr="00997E44" w:rsidRDefault="002F55A1" w:rsidP="00BE50F7">
      <w:pPr>
        <w:tabs>
          <w:tab w:val="left" w:pos="5535"/>
        </w:tabs>
        <w:rPr>
          <w:sz w:val="6"/>
          <w:lang w:val="fi-FI"/>
        </w:rPr>
      </w:pPr>
      <w:r w:rsidRPr="00997E44">
        <w:rPr>
          <w:sz w:val="14"/>
          <w:lang w:val="fi-FI"/>
        </w:rPr>
        <w:tab/>
      </w:r>
    </w:p>
    <w:p w14:paraId="21499380" w14:textId="77777777" w:rsidR="00960DA1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rPr>
          <w:sz w:val="16"/>
          <w:lang w:val="et-EE"/>
        </w:rPr>
      </w:pPr>
      <w:bookmarkStart w:id="4" w:name="Textfeld"/>
    </w:p>
    <w:p w14:paraId="1EAC5065" w14:textId="017945C4" w:rsidR="00960DA1" w:rsidRPr="0052450A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szCs w:val="16"/>
          <w:lang w:val="et-EE"/>
        </w:rPr>
      </w:pPr>
      <w:r>
        <w:rPr>
          <w:sz w:val="16"/>
          <w:lang w:val="et-EE"/>
        </w:rPr>
        <w:t>T</w:t>
      </w:r>
      <w:r w:rsidRPr="007F3B80">
        <w:rPr>
          <w:sz w:val="16"/>
          <w:lang w:val="et-EE"/>
        </w:rPr>
        <w:t>eie</w:t>
      </w:r>
      <w:r>
        <w:rPr>
          <w:sz w:val="16"/>
          <w:lang w:val="et-EE"/>
        </w:rPr>
        <w:tab/>
      </w:r>
    </w:p>
    <w:p w14:paraId="539503B0" w14:textId="0433FE4E" w:rsidR="00960DA1" w:rsidRPr="007F3B80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lang w:val="et-EE"/>
        </w:rPr>
      </w:pPr>
      <w:r w:rsidRPr="00D9029B">
        <w:rPr>
          <w:sz w:val="20"/>
          <w:lang w:val="et-EE"/>
        </w:rPr>
        <w:t>Meie</w:t>
      </w:r>
      <w:r w:rsidRPr="00D9029B">
        <w:rPr>
          <w:sz w:val="20"/>
          <w:lang w:val="et-EE"/>
        </w:rPr>
        <w:tab/>
      </w:r>
      <w:r w:rsidR="00ED3450" w:rsidRPr="00D9029B">
        <w:rPr>
          <w:sz w:val="20"/>
          <w:lang w:val="et-EE"/>
        </w:rPr>
        <w:t>8</w:t>
      </w:r>
      <w:r w:rsidR="00A21D77" w:rsidRPr="00D9029B">
        <w:rPr>
          <w:sz w:val="20"/>
          <w:lang w:val="et-EE"/>
        </w:rPr>
        <w:t>.</w:t>
      </w:r>
      <w:r w:rsidR="00ED3450" w:rsidRPr="00D9029B">
        <w:rPr>
          <w:sz w:val="20"/>
          <w:lang w:val="et-EE"/>
        </w:rPr>
        <w:t>10</w:t>
      </w:r>
      <w:r w:rsidR="00A21D77" w:rsidRPr="00D9029B">
        <w:rPr>
          <w:sz w:val="20"/>
          <w:lang w:val="et-EE"/>
        </w:rPr>
        <w:t>.2025</w:t>
      </w:r>
      <w:r>
        <w:rPr>
          <w:sz w:val="16"/>
          <w:szCs w:val="16"/>
          <w:lang w:val="et-EE"/>
        </w:rPr>
        <w:t xml:space="preserve"> </w:t>
      </w:r>
      <w:r>
        <w:rPr>
          <w:sz w:val="16"/>
          <w:szCs w:val="16"/>
          <w:lang w:val="et-E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sz w:val="16"/>
          <w:szCs w:val="16"/>
          <w:lang w:val="et-EE"/>
        </w:rPr>
        <w:instrText xml:space="preserve"> FORMTEXT </w:instrText>
      </w:r>
      <w:r>
        <w:rPr>
          <w:sz w:val="16"/>
          <w:szCs w:val="16"/>
          <w:lang w:val="et-EE"/>
        </w:rPr>
      </w:r>
      <w:r>
        <w:rPr>
          <w:sz w:val="16"/>
          <w:szCs w:val="16"/>
          <w:lang w:val="et-EE"/>
        </w:rPr>
        <w:fldChar w:fldCharType="separate"/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sz w:val="16"/>
          <w:szCs w:val="16"/>
          <w:lang w:val="et-EE"/>
        </w:rPr>
        <w:fldChar w:fldCharType="end"/>
      </w:r>
      <w:bookmarkEnd w:id="5"/>
    </w:p>
    <w:p w14:paraId="16BB5E57" w14:textId="77777777" w:rsidR="002F55A1" w:rsidRPr="00997E44" w:rsidRDefault="002F55A1">
      <w:pPr>
        <w:pStyle w:val="Standard1"/>
        <w:rPr>
          <w:sz w:val="2"/>
          <w:lang w:val="et-EE"/>
        </w:rPr>
      </w:pPr>
      <w:r>
        <w:rPr>
          <w:color w:val="FFFFFF"/>
          <w:sz w:val="2"/>
        </w:rPr>
        <w:fldChar w:fldCharType="begin">
          <w:ffData>
            <w:name w:val="Strasse"/>
            <w:enabled w:val="0"/>
            <w:calcOnExit/>
            <w:textInput/>
          </w:ffData>
        </w:fldChar>
      </w:r>
      <w:bookmarkStart w:id="6" w:name="Strasse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Vesse 10</w:t>
      </w:r>
      <w:r>
        <w:rPr>
          <w:color w:val="FFFFFF"/>
          <w:sz w:val="2"/>
        </w:rPr>
        <w:fldChar w:fldCharType="end"/>
      </w:r>
      <w:bookmarkEnd w:id="6"/>
      <w:r>
        <w:rPr>
          <w:color w:val="FFFFFF"/>
          <w:sz w:val="2"/>
        </w:rPr>
        <w:fldChar w:fldCharType="begin">
          <w:ffData>
            <w:name w:val="Ort"/>
            <w:enabled w:val="0"/>
            <w:calcOnExit/>
            <w:textInput/>
          </w:ffData>
        </w:fldChar>
      </w:r>
      <w:bookmarkStart w:id="7" w:name="Ort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11415 Tallinn</w:t>
      </w:r>
      <w:r>
        <w:rPr>
          <w:color w:val="FFFFFF"/>
          <w:sz w:val="2"/>
        </w:rPr>
        <w:fldChar w:fldCharType="end"/>
      </w:r>
      <w:bookmarkEnd w:id="7"/>
      <w:r>
        <w:rPr>
          <w:color w:val="FFFFFF"/>
          <w:sz w:val="2"/>
        </w:rPr>
        <w:fldChar w:fldCharType="begin">
          <w:ffData>
            <w:name w:val="Niederlassung"/>
            <w:enabled w:val="0"/>
            <w:calcOnExit/>
            <w:textInput/>
          </w:ffData>
        </w:fldChar>
      </w:r>
      <w:bookmarkStart w:id="8" w:name="Niederlassung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E15DA8" w:rsidRPr="00997E44">
        <w:rPr>
          <w:noProof/>
          <w:color w:val="FFFFFF"/>
          <w:sz w:val="2"/>
          <w:lang w:val="et-EE"/>
        </w:rPr>
        <w:t>BAUUNTERNEHMUNG</w:t>
      </w:r>
      <w:r>
        <w:rPr>
          <w:color w:val="FFFFFF"/>
          <w:sz w:val="2"/>
        </w:rPr>
        <w:fldChar w:fldCharType="end"/>
      </w:r>
      <w:bookmarkEnd w:id="8"/>
    </w:p>
    <w:p w14:paraId="2D1EFC8F" w14:textId="77777777" w:rsidR="002F55A1" w:rsidRPr="00997E44" w:rsidRDefault="002F55A1">
      <w:pPr>
        <w:pStyle w:val="Flietext"/>
        <w:rPr>
          <w:lang w:val="et-EE"/>
        </w:rPr>
        <w:sectPr w:rsidR="002F55A1" w:rsidRPr="00997E44">
          <w:type w:val="continuous"/>
          <w:pgSz w:w="11907" w:h="16840" w:code="9"/>
          <w:pgMar w:top="2778" w:right="1134" w:bottom="2268" w:left="1134" w:header="720" w:footer="170" w:gutter="0"/>
          <w:cols w:space="720"/>
        </w:sectPr>
      </w:pPr>
    </w:p>
    <w:bookmarkEnd w:id="4"/>
    <w:p w14:paraId="18CBC255" w14:textId="77777777" w:rsidR="002F55A1" w:rsidRPr="00997E44" w:rsidRDefault="00F42E50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  <w:r w:rsidRPr="00997E44">
        <w:rPr>
          <w:sz w:val="2"/>
          <w:lang w:val="et-EE"/>
        </w:rPr>
        <w:tab/>
      </w:r>
      <w:r w:rsidR="008E398E" w:rsidRPr="00997E44">
        <w:rPr>
          <w:sz w:val="2"/>
          <w:lang w:val="et-EE"/>
        </w:rPr>
        <w:tab/>
      </w:r>
    </w:p>
    <w:p w14:paraId="5BEAFC30" w14:textId="77777777" w:rsidR="00106D67" w:rsidRPr="00997E44" w:rsidRDefault="00106D67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60D997F3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16A72F4E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26CE77A3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59D079CF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2DDDF2FC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36BF7FE5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31396A7F" w14:textId="34CB1111" w:rsidR="008E398E" w:rsidRDefault="008810A9" w:rsidP="00CE6E79">
      <w:pPr>
        <w:framePr w:w="4455" w:h="1681" w:hSpace="142" w:wrap="around" w:vAnchor="text" w:hAnchor="page" w:x="1139" w:y="-141" w:anchorLock="1"/>
      </w:pPr>
      <w:proofErr w:type="spellStart"/>
      <w:r>
        <w:t>Tra</w:t>
      </w:r>
      <w:r w:rsidR="00A003C8">
        <w:t>nspordiamet</w:t>
      </w:r>
      <w:proofErr w:type="spellEnd"/>
    </w:p>
    <w:p w14:paraId="441ADA42" w14:textId="21A15EDA" w:rsidR="00BD2B75" w:rsidRDefault="00BD2B75" w:rsidP="00CE6E79">
      <w:pPr>
        <w:framePr w:w="4455" w:h="1681" w:hSpace="142" w:wrap="around" w:vAnchor="text" w:hAnchor="page" w:x="1139" w:y="-141" w:anchorLock="1"/>
      </w:pPr>
      <w:hyperlink r:id="rId17" w:history="1">
        <w:r w:rsidRPr="00BD2B75">
          <w:rPr>
            <w:rFonts w:ascii="Roboto" w:hAnsi="Roboto"/>
            <w:color w:val="003087"/>
            <w:u w:val="single"/>
            <w:shd w:val="clear" w:color="auto" w:fill="FFFFFF"/>
          </w:rPr>
          <w:t>info@transpordiamet.ee</w:t>
        </w:r>
      </w:hyperlink>
    </w:p>
    <w:p w14:paraId="13836119" w14:textId="77777777" w:rsidR="00980494" w:rsidRDefault="00980494" w:rsidP="00CE6E79">
      <w:pPr>
        <w:framePr w:w="4455" w:h="1681" w:hSpace="142" w:wrap="around" w:vAnchor="text" w:hAnchor="page" w:x="1139" w:y="-141" w:anchorLock="1"/>
      </w:pPr>
    </w:p>
    <w:p w14:paraId="4083A606" w14:textId="77777777" w:rsidR="00980494" w:rsidRDefault="00980494" w:rsidP="00CE6E79">
      <w:pPr>
        <w:framePr w:w="4455" w:h="1681" w:hSpace="142" w:wrap="around" w:vAnchor="text" w:hAnchor="page" w:x="1139" w:y="-141" w:anchorLock="1"/>
      </w:pPr>
      <w:proofErr w:type="spellStart"/>
      <w:r>
        <w:t>koopia</w:t>
      </w:r>
      <w:proofErr w:type="spellEnd"/>
      <w:r>
        <w:t xml:space="preserve"> </w:t>
      </w:r>
    </w:p>
    <w:p w14:paraId="6CC35BAE" w14:textId="77777777" w:rsidR="007879C1" w:rsidRDefault="007879C1" w:rsidP="00CE6E79">
      <w:pPr>
        <w:framePr w:w="4455" w:h="1681" w:hSpace="142" w:wrap="around" w:vAnchor="text" w:hAnchor="page" w:x="1139" w:y="-141" w:anchorLock="1"/>
      </w:pPr>
      <w:r>
        <w:t xml:space="preserve">Viktor </w:t>
      </w:r>
      <w:proofErr w:type="spellStart"/>
      <w:r>
        <w:t>Kisseljov</w:t>
      </w:r>
      <w:proofErr w:type="spellEnd"/>
    </w:p>
    <w:p w14:paraId="100B3B4A" w14:textId="64B772FE" w:rsidR="00980494" w:rsidRPr="00CE6E79" w:rsidRDefault="00980494" w:rsidP="00CE6E79">
      <w:pPr>
        <w:framePr w:w="4455" w:h="1681" w:hSpace="142" w:wrap="around" w:vAnchor="text" w:hAnchor="page" w:x="1139" w:y="-141" w:anchorLock="1"/>
        <w:rPr>
          <w:lang w:val="et-EE"/>
        </w:rPr>
      </w:pPr>
      <w:r>
        <w:t>Viktor.kisseljov@transpordiamet.ee</w:t>
      </w:r>
    </w:p>
    <w:p w14:paraId="02B746E8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4C27F1AC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336F2097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494207D0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053290EE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7FEEB02E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02E9DDFC" w14:textId="77777777" w:rsidR="00E77FB8" w:rsidRDefault="00E77FB8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3A5CFF49" w14:textId="1480C200" w:rsidR="00912C7D" w:rsidRDefault="00ED3450" w:rsidP="00912C7D">
      <w:pPr>
        <w:pStyle w:val="Flietext"/>
        <w:rPr>
          <w:b/>
          <w:bCs/>
          <w:noProof/>
          <w:lang w:val="et-EE"/>
        </w:rPr>
      </w:pPr>
      <w:r>
        <w:rPr>
          <w:b/>
          <w:bCs/>
          <w:noProof/>
          <w:lang w:val="et-EE"/>
        </w:rPr>
        <w:t>Taotlus</w:t>
      </w:r>
      <w:r w:rsidR="00184C2D">
        <w:rPr>
          <w:b/>
          <w:bCs/>
          <w:noProof/>
          <w:lang w:val="et-EE"/>
        </w:rPr>
        <w:t xml:space="preserve"> </w:t>
      </w:r>
      <w:r w:rsidR="00AC2DD6">
        <w:rPr>
          <w:b/>
          <w:bCs/>
          <w:noProof/>
          <w:lang w:val="et-EE"/>
        </w:rPr>
        <w:t xml:space="preserve">Moodra </w:t>
      </w:r>
      <w:r w:rsidR="00F104DD">
        <w:rPr>
          <w:b/>
          <w:bCs/>
          <w:noProof/>
          <w:lang w:val="et-EE"/>
        </w:rPr>
        <w:t>silla sulgemiseks</w:t>
      </w:r>
      <w:r w:rsidR="00387336">
        <w:rPr>
          <w:b/>
          <w:bCs/>
          <w:noProof/>
          <w:lang w:val="et-EE"/>
        </w:rPr>
        <w:t xml:space="preserve"> liiklusele</w:t>
      </w:r>
      <w:r w:rsidR="00F104DD">
        <w:rPr>
          <w:b/>
          <w:bCs/>
          <w:noProof/>
          <w:lang w:val="et-EE"/>
        </w:rPr>
        <w:t xml:space="preserve"> remondi ajal.</w:t>
      </w:r>
    </w:p>
    <w:p w14:paraId="2371ACF3" w14:textId="77777777" w:rsidR="00F104DD" w:rsidRDefault="00F104DD" w:rsidP="00912C7D">
      <w:pPr>
        <w:pStyle w:val="Flietext"/>
        <w:rPr>
          <w:b/>
          <w:bCs/>
          <w:noProof/>
          <w:lang w:val="et-EE"/>
        </w:rPr>
      </w:pPr>
    </w:p>
    <w:p w14:paraId="1228B658" w14:textId="24DC455D" w:rsidR="00C90A96" w:rsidRPr="00A5382F" w:rsidRDefault="00C90A96" w:rsidP="00912C7D">
      <w:pPr>
        <w:pStyle w:val="Flietext"/>
        <w:rPr>
          <w:rFonts w:asciiTheme="minorBidi" w:hAnsiTheme="minorBidi" w:cstheme="minorBidi"/>
          <w:noProof/>
          <w:sz w:val="24"/>
          <w:szCs w:val="24"/>
          <w:lang w:val="et-EE"/>
        </w:rPr>
      </w:pPr>
      <w:r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Palume väljastada sulgemisluba</w:t>
      </w:r>
      <w:r w:rsidR="00C82024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 riigimaanteel nr 20166 Lipa-Mõisamaa</w:t>
      </w:r>
      <w:r w:rsidR="003576E1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 kilomeeter</w:t>
      </w:r>
      <w:r w:rsidR="00136AB8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 12,8</w:t>
      </w:r>
      <w:r w:rsidR="003F683A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 asuva Moodra silla remondi teostamiseks</w:t>
      </w:r>
      <w:r w:rsidR="00D42CF0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, mille </w:t>
      </w:r>
      <w:r w:rsidR="00D42CF0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käigus vahetatakse välja amortiseerunud puitpealisehitus.</w:t>
      </w:r>
      <w:r w:rsidR="006F64D8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 Töö tellijaks on Transpordiamet</w:t>
      </w:r>
      <w:r w:rsidR="006A4526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.</w:t>
      </w:r>
    </w:p>
    <w:p w14:paraId="25E51CDB" w14:textId="74C73CCA" w:rsidR="007D79B6" w:rsidRPr="00A5382F" w:rsidRDefault="00944159" w:rsidP="00912C7D">
      <w:pPr>
        <w:pStyle w:val="Flietext"/>
        <w:rPr>
          <w:rFonts w:asciiTheme="minorBidi" w:hAnsiTheme="minorBidi" w:cstheme="minorBidi"/>
          <w:noProof/>
          <w:sz w:val="24"/>
          <w:szCs w:val="24"/>
          <w:lang w:val="et-EE"/>
        </w:rPr>
      </w:pPr>
      <w:r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Sild on suletud t</w:t>
      </w:r>
      <w:r w:rsidR="007D79B6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ööd</w:t>
      </w:r>
      <w:r w:rsidR="000132D0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e</w:t>
      </w:r>
      <w:r w:rsidR="007D79B6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 teosta</w:t>
      </w:r>
      <w:r w:rsidR="000132D0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mi</w:t>
      </w:r>
      <w:r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seks </w:t>
      </w:r>
      <w:r w:rsidR="00980494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ajavahemikul</w:t>
      </w:r>
      <w:r w:rsidR="003A2537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 20.10-</w:t>
      </w:r>
      <w:r w:rsidR="00D924D8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2.</w:t>
      </w:r>
      <w:r w:rsidR="009302E0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11.2025</w:t>
      </w:r>
      <w:r w:rsidR="006A4526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. Jalakäijate ülepääs remondi ajal on tagatud</w:t>
      </w:r>
      <w:r w:rsidR="0030368D" w:rsidRPr="00A5382F">
        <w:rPr>
          <w:rFonts w:asciiTheme="minorBidi" w:hAnsiTheme="minorBidi" w:cstheme="minorBidi"/>
          <w:noProof/>
          <w:sz w:val="24"/>
          <w:szCs w:val="24"/>
          <w:lang w:val="et-EE"/>
        </w:rPr>
        <w:t>.</w:t>
      </w:r>
    </w:p>
    <w:p w14:paraId="0DFD95D9" w14:textId="1971FB1B" w:rsidR="00281BD1" w:rsidRPr="00281BD1" w:rsidRDefault="0030368D" w:rsidP="00281BD1">
      <w:pPr>
        <w:rPr>
          <w:rFonts w:asciiTheme="minorBidi" w:hAnsiTheme="minorBidi" w:cstheme="minorBidi"/>
          <w:sz w:val="24"/>
          <w:szCs w:val="24"/>
          <w:shd w:val="clear" w:color="auto" w:fill="FFFFFF"/>
          <w:lang w:val="et-EE" w:eastAsia="et-EE"/>
        </w:rPr>
      </w:pPr>
      <w:r w:rsidRPr="00A5382F">
        <w:rPr>
          <w:rFonts w:asciiTheme="minorBidi" w:hAnsiTheme="minorBidi" w:cstheme="minorBidi"/>
          <w:noProof/>
          <w:sz w:val="24"/>
          <w:szCs w:val="24"/>
          <w:lang w:val="et-EE"/>
        </w:rPr>
        <w:t xml:space="preserve">Tööd teostab </w:t>
      </w:r>
      <w:r w:rsidR="00281BD1" w:rsidRPr="00A5382F">
        <w:rPr>
          <w:rFonts w:asciiTheme="minorBidi" w:hAnsiTheme="minorBidi" w:cstheme="minorBidi"/>
          <w:sz w:val="24"/>
          <w:szCs w:val="24"/>
          <w:lang w:val="et-EE" w:eastAsia="et-EE"/>
        </w:rPr>
        <w:fldChar w:fldCharType="begin"/>
      </w:r>
      <w:r w:rsidR="00281BD1" w:rsidRPr="00A5382F">
        <w:rPr>
          <w:rFonts w:asciiTheme="minorBidi" w:hAnsiTheme="minorBidi" w:cstheme="minorBidi"/>
          <w:sz w:val="24"/>
          <w:szCs w:val="24"/>
          <w:lang w:val="et-EE" w:eastAsia="et-EE"/>
        </w:rPr>
        <w:instrText>HYPERLINK "https://www.teatmik.ee/et/personlegal/12853618-HIGHWAY-ENGINEERING-O%C3%9C"</w:instrText>
      </w:r>
      <w:r w:rsidR="00281BD1" w:rsidRPr="00A5382F">
        <w:rPr>
          <w:rFonts w:asciiTheme="minorBidi" w:hAnsiTheme="minorBidi" w:cstheme="minorBidi"/>
          <w:sz w:val="24"/>
          <w:szCs w:val="24"/>
          <w:lang w:val="et-EE" w:eastAsia="et-EE"/>
        </w:rPr>
      </w:r>
      <w:r w:rsidR="00281BD1" w:rsidRPr="00A5382F">
        <w:rPr>
          <w:rFonts w:asciiTheme="minorBidi" w:hAnsiTheme="minorBidi" w:cstheme="minorBidi"/>
          <w:sz w:val="24"/>
          <w:szCs w:val="24"/>
          <w:lang w:val="et-EE" w:eastAsia="et-EE"/>
        </w:rPr>
        <w:fldChar w:fldCharType="separate"/>
      </w:r>
      <w:r w:rsidR="00281BD1" w:rsidRPr="00281BD1">
        <w:rPr>
          <w:rFonts w:asciiTheme="minorBidi" w:hAnsiTheme="minorBidi" w:cstheme="minorBidi"/>
          <w:sz w:val="24"/>
          <w:szCs w:val="24"/>
          <w:shd w:val="clear" w:color="auto" w:fill="FFFFFF"/>
          <w:lang w:val="et-EE" w:eastAsia="et-EE"/>
        </w:rPr>
        <w:t>HIGHWAY ENGINEERING OÜ (12853618)</w:t>
      </w:r>
    </w:p>
    <w:p w14:paraId="720FD672" w14:textId="546A6286" w:rsidR="0030368D" w:rsidRPr="00912C7D" w:rsidRDefault="00281BD1" w:rsidP="00281BD1">
      <w:pPr>
        <w:pStyle w:val="Flietext"/>
        <w:rPr>
          <w:noProof/>
          <w:lang w:val="et-EE"/>
        </w:rPr>
      </w:pPr>
      <w:r w:rsidRPr="00A5382F">
        <w:rPr>
          <w:rFonts w:asciiTheme="minorBidi" w:hAnsiTheme="minorBidi" w:cstheme="minorBidi"/>
          <w:sz w:val="24"/>
          <w:szCs w:val="24"/>
          <w:lang w:val="et-EE" w:eastAsia="et-EE"/>
        </w:rPr>
        <w:fldChar w:fldCharType="end"/>
      </w:r>
    </w:p>
    <w:p w14:paraId="1CBA59BB" w14:textId="77777777" w:rsidR="00912C7D" w:rsidRPr="00912C7D" w:rsidRDefault="00912C7D" w:rsidP="00912C7D">
      <w:pPr>
        <w:pStyle w:val="Flietext"/>
        <w:rPr>
          <w:noProof/>
          <w:lang w:val="et-EE"/>
        </w:rPr>
      </w:pPr>
    </w:p>
    <w:p w14:paraId="5C2E2575" w14:textId="77777777" w:rsidR="00912C7D" w:rsidRPr="00912C7D" w:rsidRDefault="00912C7D" w:rsidP="00912C7D">
      <w:pPr>
        <w:pStyle w:val="Flietext"/>
        <w:rPr>
          <w:noProof/>
          <w:lang w:val="et-EE"/>
        </w:rPr>
      </w:pPr>
    </w:p>
    <w:p w14:paraId="715FF38F" w14:textId="77777777" w:rsidR="00912C7D" w:rsidRPr="000F6C47" w:rsidRDefault="00912C7D" w:rsidP="00912C7D">
      <w:pPr>
        <w:pStyle w:val="Flietext"/>
        <w:rPr>
          <w:noProof/>
          <w:lang w:val="et-EE"/>
        </w:rPr>
      </w:pPr>
      <w:r w:rsidRPr="000F6C47">
        <w:rPr>
          <w:noProof/>
          <w:lang w:val="et-EE"/>
        </w:rPr>
        <w:t>Lugupidamisega,</w:t>
      </w:r>
    </w:p>
    <w:p w14:paraId="090FB109" w14:textId="4217A8E5" w:rsidR="00912C7D" w:rsidRPr="000F6C47" w:rsidRDefault="00F104DD" w:rsidP="00912C7D">
      <w:pPr>
        <w:pStyle w:val="Flietext"/>
        <w:rPr>
          <w:noProof/>
          <w:lang w:val="et-EE"/>
        </w:rPr>
      </w:pPr>
      <w:r w:rsidRPr="00EE3D79">
        <w:rPr>
          <w:noProof/>
          <w:lang w:val="et-EE"/>
        </w:rPr>
        <w:t>Vello Voolaid</w:t>
      </w:r>
      <w:r w:rsidR="00912C7D" w:rsidRPr="000F6C47">
        <w:rPr>
          <w:noProof/>
          <w:lang w:val="et-EE"/>
        </w:rPr>
        <w:br/>
      </w:r>
      <w:r w:rsidR="00727986" w:rsidRPr="000F6C47">
        <w:rPr>
          <w:noProof/>
          <w:lang w:val="et-EE"/>
        </w:rPr>
        <w:t>projektijuht</w:t>
      </w:r>
      <w:r w:rsidR="00912C7D" w:rsidRPr="000F6C47">
        <w:rPr>
          <w:noProof/>
          <w:lang w:val="et-EE"/>
        </w:rPr>
        <w:br/>
        <w:t>Leonhard Weiss Viater OÜ</w:t>
      </w:r>
      <w:r w:rsidR="00912C7D" w:rsidRPr="000F6C47">
        <w:rPr>
          <w:noProof/>
          <w:lang w:val="et-EE"/>
        </w:rPr>
        <w:br/>
      </w:r>
      <w:hyperlink r:id="rId18" w:history="1">
        <w:r w:rsidR="007E3F87" w:rsidRPr="000F6C47">
          <w:rPr>
            <w:rStyle w:val="Hperlink"/>
            <w:noProof/>
            <w:lang w:val="et-EE"/>
          </w:rPr>
          <w:t>v.voolaid@leonhard-weiss.com</w:t>
        </w:r>
      </w:hyperlink>
    </w:p>
    <w:p w14:paraId="21ACCD12" w14:textId="7FD68323" w:rsidR="007E3F87" w:rsidRPr="00912C7D" w:rsidRDefault="007E3F87" w:rsidP="00912C7D">
      <w:pPr>
        <w:pStyle w:val="Flietext"/>
        <w:rPr>
          <w:noProof/>
          <w:lang w:val="et-EE"/>
        </w:rPr>
      </w:pPr>
      <w:r w:rsidRPr="000F6C47">
        <w:rPr>
          <w:noProof/>
          <w:lang w:val="et-EE"/>
        </w:rPr>
        <w:t>5036287</w:t>
      </w:r>
    </w:p>
    <w:p w14:paraId="78AB2DB0" w14:textId="77777777" w:rsidR="00912C7D" w:rsidRDefault="00912C7D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sectPr w:rsidR="00912C7D" w:rsidSect="004D7A8C">
      <w:headerReference w:type="default" r:id="rId19"/>
      <w:footerReference w:type="default" r:id="rId20"/>
      <w:type w:val="continuous"/>
      <w:pgSz w:w="11907" w:h="16840" w:code="9"/>
      <w:pgMar w:top="1134" w:right="1275" w:bottom="-1077" w:left="1134" w:header="720" w:footer="170" w:gutter="0"/>
      <w:pgNumType w:start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F9A4A" w14:textId="77777777" w:rsidR="00513276" w:rsidRDefault="00513276">
      <w:r>
        <w:separator/>
      </w:r>
    </w:p>
  </w:endnote>
  <w:endnote w:type="continuationSeparator" w:id="0">
    <w:p w14:paraId="19A1C736" w14:textId="77777777" w:rsidR="00513276" w:rsidRDefault="0051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3E242" w14:textId="77777777" w:rsidR="00442F01" w:rsidRDefault="00442F0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08EF5" w14:textId="77777777" w:rsidR="002F467C" w:rsidRDefault="00C41251" w:rsidP="00C02A55">
    <w:pPr>
      <w:pStyle w:val="Pis"/>
      <w:tabs>
        <w:tab w:val="clear" w:pos="4536"/>
        <w:tab w:val="clear" w:pos="9072"/>
        <w:tab w:val="center" w:pos="4820"/>
      </w:tabs>
      <w:rPr>
        <w:noProof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F1DF89F" wp14:editId="5BD79BA4">
              <wp:simplePos x="0" y="0"/>
              <wp:positionH relativeFrom="column">
                <wp:posOffset>-404495</wp:posOffset>
              </wp:positionH>
              <wp:positionV relativeFrom="paragraph">
                <wp:posOffset>-893445</wp:posOffset>
              </wp:positionV>
              <wp:extent cx="312420" cy="110744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" cy="1107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7ABF09" w14:textId="77777777" w:rsidR="00D33E5E" w:rsidRPr="00D33E5E" w:rsidRDefault="00D33E5E" w:rsidP="00D33E5E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  <w:r w:rsidRPr="00D33E5E">
                            <w:rPr>
                              <w:b w:val="0"/>
                              <w:lang w:val="en-US"/>
                            </w:rPr>
                            <w:t xml:space="preserve">Index: </w:t>
                          </w:r>
                          <w:bookmarkStart w:id="0" w:name="document_short_name"/>
                          <w:r w:rsidRPr="00D33E5E">
                            <w:rPr>
                              <w:b w:val="0"/>
                              <w:lang w:val="en-US"/>
                            </w:rPr>
                            <w:t>FB_LW_EE VE_0001</w:t>
                          </w:r>
                          <w:bookmarkEnd w:id="0"/>
                          <w:r w:rsidRPr="00D33E5E">
                            <w:rPr>
                              <w:b w:val="0"/>
                              <w:lang w:val="en-US"/>
                            </w:rPr>
                            <w:t>-</w:t>
                          </w:r>
                          <w:bookmarkStart w:id="1" w:name="version"/>
                          <w:r w:rsidRPr="00D33E5E">
                            <w:rPr>
                              <w:b w:val="0"/>
                              <w:lang w:val="en-US"/>
                            </w:rPr>
                            <w:t>1.5</w:t>
                          </w:r>
                          <w:bookmarkEnd w:id="1"/>
                        </w:p>
                        <w:p w14:paraId="74FFC203" w14:textId="77777777" w:rsidR="002F467C" w:rsidRPr="00D33E5E" w:rsidRDefault="002F467C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1DF89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1.85pt;margin-top:-70.35pt;width:24.6pt;height:8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" o:allowincell="f" stroked="f">
              <v:textbox style="layout-flow:vertical;mso-layout-flow-alt:bottom-to-top">
                <w:txbxContent>
                  <w:p w14:paraId="797ABF09" w14:textId="77777777" w:rsidR="00D33E5E" w:rsidRPr="00D33E5E" w:rsidRDefault="00D33E5E" w:rsidP="00D33E5E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  <w:r w:rsidRPr="00D33E5E">
                      <w:rPr>
                        <w:b w:val="0"/>
                        <w:lang w:val="en-US"/>
                      </w:rPr>
                      <w:t xml:space="preserve">Index: </w:t>
                    </w:r>
                    <w:bookmarkStart w:id="2" w:name="document_short_name"/>
                    <w:r w:rsidRPr="00D33E5E">
                      <w:rPr>
                        <w:b w:val="0"/>
                        <w:lang w:val="en-US"/>
                      </w:rPr>
                      <w:t>FB_LW_EE VE_0001</w:t>
                    </w:r>
                    <w:bookmarkEnd w:id="2"/>
                    <w:r w:rsidRPr="00D33E5E">
                      <w:rPr>
                        <w:b w:val="0"/>
                        <w:lang w:val="en-US"/>
                      </w:rPr>
                      <w:t>-</w:t>
                    </w:r>
                    <w:bookmarkStart w:id="3" w:name="version"/>
                    <w:r w:rsidRPr="00D33E5E">
                      <w:rPr>
                        <w:b w:val="0"/>
                        <w:lang w:val="en-US"/>
                      </w:rPr>
                      <w:t>1.5</w:t>
                    </w:r>
                    <w:bookmarkEnd w:id="3"/>
                  </w:p>
                  <w:p w14:paraId="74FFC203" w14:textId="77777777" w:rsidR="002F467C" w:rsidRPr="00D33E5E" w:rsidRDefault="002F467C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091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3828"/>
      <w:gridCol w:w="2409"/>
      <w:gridCol w:w="3854"/>
    </w:tblGrid>
    <w:tr w:rsidR="002F467C" w:rsidRPr="009A38B2" w14:paraId="3B7855EB" w14:textId="77777777" w:rsidTr="006D04BF">
      <w:trPr>
        <w:trHeight w:val="284"/>
      </w:trPr>
      <w:tc>
        <w:tcPr>
          <w:tcW w:w="3828" w:type="dxa"/>
        </w:tcPr>
        <w:p w14:paraId="1D693AED" w14:textId="77777777" w:rsidR="008F0874" w:rsidRPr="009A38B2" w:rsidRDefault="008F0874" w:rsidP="00F732E3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 xml:space="preserve">LEONHARD WEISS </w:t>
          </w:r>
          <w:r w:rsidR="006D04BF" w:rsidRPr="009A38B2">
            <w:rPr>
              <w:sz w:val="14"/>
              <w:szCs w:val="14"/>
            </w:rPr>
            <w:t xml:space="preserve">VIATER </w:t>
          </w:r>
          <w:r w:rsidRPr="009A38B2">
            <w:rPr>
              <w:sz w:val="14"/>
              <w:szCs w:val="14"/>
            </w:rPr>
            <w:t xml:space="preserve">OÜ, </w:t>
          </w:r>
          <w:proofErr w:type="spellStart"/>
          <w:r w:rsidRPr="009A38B2">
            <w:rPr>
              <w:sz w:val="14"/>
              <w:szCs w:val="14"/>
            </w:rPr>
            <w:t>Vesse</w:t>
          </w:r>
          <w:proofErr w:type="spellEnd"/>
          <w:r w:rsidRPr="009A38B2">
            <w:rPr>
              <w:sz w:val="14"/>
              <w:szCs w:val="14"/>
            </w:rPr>
            <w:t xml:space="preserve"> 8, 11415 Tallinn</w:t>
          </w:r>
        </w:p>
        <w:p w14:paraId="69065B8E" w14:textId="77777777" w:rsidR="008F0874" w:rsidRPr="009A38B2" w:rsidRDefault="00C02A55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estonia@leonhard-weiss.com, www.leonhard-weiss.ee</w:t>
          </w:r>
        </w:p>
        <w:p w14:paraId="33F33F09" w14:textId="77777777" w:rsidR="00C02A55" w:rsidRPr="009A38B2" w:rsidRDefault="00E77FB8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Tel +372 6</w:t>
          </w:r>
          <w:r w:rsidR="009A38B2" w:rsidRPr="009A38B2">
            <w:rPr>
              <w:sz w:val="14"/>
              <w:szCs w:val="14"/>
            </w:rPr>
            <w:t>22</w:t>
          </w:r>
          <w:r w:rsidRPr="009A38B2">
            <w:rPr>
              <w:sz w:val="14"/>
              <w:szCs w:val="14"/>
            </w:rPr>
            <w:t xml:space="preserve"> </w:t>
          </w:r>
          <w:r w:rsidR="009A38B2" w:rsidRPr="009A38B2">
            <w:rPr>
              <w:sz w:val="14"/>
              <w:szCs w:val="14"/>
            </w:rPr>
            <w:t>9</w:t>
          </w:r>
          <w:r w:rsidR="009A38B2">
            <w:rPr>
              <w:sz w:val="14"/>
              <w:szCs w:val="14"/>
            </w:rPr>
            <w:t>292</w:t>
          </w:r>
        </w:p>
        <w:p w14:paraId="15C61E0E" w14:textId="77777777" w:rsidR="005B3FD4" w:rsidRPr="006D04BF" w:rsidRDefault="005B3FD4" w:rsidP="005B3FD4">
          <w:pPr>
            <w:rPr>
              <w:sz w:val="14"/>
              <w:szCs w:val="14"/>
              <w:lang w:val="et-EE"/>
            </w:rPr>
          </w:pPr>
          <w:r w:rsidRPr="006D04BF">
            <w:rPr>
              <w:sz w:val="14"/>
              <w:szCs w:val="14"/>
              <w:lang w:val="et-EE"/>
            </w:rPr>
            <w:t xml:space="preserve">IBAN </w:t>
          </w:r>
          <w:r w:rsidR="006D04BF" w:rsidRPr="006D04BF">
            <w:rPr>
              <w:rFonts w:cs="Arial"/>
              <w:bCs/>
              <w:sz w:val="14"/>
              <w:szCs w:val="14"/>
              <w:lang w:val="et-EE"/>
            </w:rPr>
            <w:t>EE382200221010655787</w:t>
          </w:r>
        </w:p>
        <w:p w14:paraId="6C7BB422" w14:textId="77777777" w:rsidR="002F467C" w:rsidRPr="009A38B2" w:rsidRDefault="009104C2" w:rsidP="00152F55">
          <w:pPr>
            <w:rPr>
              <w:sz w:val="14"/>
              <w:szCs w:val="14"/>
            </w:rPr>
          </w:pPr>
          <w:r w:rsidRPr="006D04BF">
            <w:rPr>
              <w:sz w:val="14"/>
              <w:szCs w:val="14"/>
              <w:lang w:val="et-EE"/>
            </w:rPr>
            <w:t>Pa</w:t>
          </w:r>
          <w:r w:rsidR="005B3FD4" w:rsidRPr="006D04BF">
            <w:rPr>
              <w:sz w:val="14"/>
              <w:szCs w:val="14"/>
              <w:lang w:val="et-EE"/>
            </w:rPr>
            <w:t>nk: Swedbank</w:t>
          </w:r>
        </w:p>
      </w:tc>
      <w:tc>
        <w:tcPr>
          <w:tcW w:w="2409" w:type="dxa"/>
          <w:tcBorders>
            <w:left w:val="nil"/>
          </w:tcBorders>
        </w:tcPr>
        <w:p w14:paraId="60BA6D44" w14:textId="5A95E35B" w:rsidR="002F467C" w:rsidRPr="009A38B2" w:rsidRDefault="0073016F" w:rsidP="004D7A8C">
          <w:pPr>
            <w:pStyle w:val="Pis"/>
            <w:tabs>
              <w:tab w:val="left" w:pos="197"/>
            </w:tabs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74A506C6" wp14:editId="2941C100">
                <wp:extent cx="1423670" cy="509270"/>
                <wp:effectExtent l="0" t="0" r="5080" b="5080"/>
                <wp:docPr id="112148538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67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D7A8C" w:rsidRPr="009A38B2">
            <w:rPr>
              <w:sz w:val="14"/>
              <w:szCs w:val="14"/>
            </w:rPr>
            <w:tab/>
          </w:r>
        </w:p>
      </w:tc>
      <w:tc>
        <w:tcPr>
          <w:tcW w:w="3854" w:type="dxa"/>
        </w:tcPr>
        <w:p w14:paraId="6AFEBFB6" w14:textId="77777777" w:rsidR="008F0874" w:rsidRPr="006D04BF" w:rsidRDefault="008F0874" w:rsidP="008F0874">
          <w:pPr>
            <w:pStyle w:val="Pis"/>
            <w:rPr>
              <w:sz w:val="14"/>
              <w:szCs w:val="14"/>
              <w:lang w:val="et-EE"/>
            </w:rPr>
          </w:pPr>
          <w:proofErr w:type="spellStart"/>
          <w:r w:rsidRPr="006D04BF">
            <w:rPr>
              <w:sz w:val="14"/>
              <w:szCs w:val="14"/>
              <w:lang w:val="et-EE"/>
            </w:rPr>
            <w:t>Reg</w:t>
          </w:r>
          <w:proofErr w:type="spellEnd"/>
          <w:r w:rsidRPr="006D04BF">
            <w:rPr>
              <w:sz w:val="14"/>
              <w:szCs w:val="14"/>
              <w:lang w:val="et-EE"/>
            </w:rPr>
            <w:t xml:space="preserve"> nr </w:t>
          </w:r>
          <w:r w:rsidR="006D04BF" w:rsidRPr="006D04BF">
            <w:rPr>
              <w:rFonts w:eastAsia="ArialMT" w:cs="Arial"/>
              <w:sz w:val="14"/>
              <w:szCs w:val="14"/>
              <w:lang w:val="et-EE" w:eastAsia="de-DE"/>
            </w:rPr>
            <w:t>10406105</w:t>
          </w:r>
        </w:p>
        <w:p w14:paraId="4A0DAC8B" w14:textId="77777777" w:rsidR="002D6501" w:rsidRPr="00E24EB3" w:rsidRDefault="002D6501" w:rsidP="00F65421">
          <w:pPr>
            <w:pStyle w:val="Pis"/>
            <w:rPr>
              <w:sz w:val="14"/>
              <w:szCs w:val="14"/>
              <w:lang w:val="nb-NO"/>
            </w:rPr>
          </w:pPr>
        </w:p>
        <w:p w14:paraId="09A11B0E" w14:textId="77777777" w:rsidR="006F3DC7" w:rsidRDefault="006F3DC7" w:rsidP="008378E3">
          <w:pPr>
            <w:tabs>
              <w:tab w:val="left" w:pos="5535"/>
            </w:tabs>
            <w:rPr>
              <w:rFonts w:cs="Arial"/>
              <w:sz w:val="14"/>
              <w:szCs w:val="14"/>
              <w:lang w:val="et-EE"/>
            </w:rPr>
          </w:pPr>
        </w:p>
        <w:p w14:paraId="0497914D" w14:textId="77777777" w:rsidR="006F3DC7" w:rsidRDefault="006F3DC7" w:rsidP="008378E3">
          <w:pPr>
            <w:tabs>
              <w:tab w:val="left" w:pos="5535"/>
            </w:tabs>
            <w:rPr>
              <w:rFonts w:cs="Arial"/>
              <w:sz w:val="14"/>
              <w:szCs w:val="14"/>
              <w:lang w:val="et-EE"/>
            </w:rPr>
          </w:pPr>
        </w:p>
        <w:p w14:paraId="45ADE6B4" w14:textId="77777777" w:rsidR="002F467C" w:rsidRPr="006D04BF" w:rsidRDefault="002F467C" w:rsidP="008378E3">
          <w:pPr>
            <w:tabs>
              <w:tab w:val="left" w:pos="5535"/>
            </w:tabs>
            <w:rPr>
              <w:sz w:val="14"/>
              <w:szCs w:val="14"/>
              <w:lang w:val="fi-FI"/>
            </w:rPr>
          </w:pPr>
          <w:r w:rsidRPr="006D04BF">
            <w:rPr>
              <w:rFonts w:cs="Arial"/>
              <w:sz w:val="14"/>
              <w:szCs w:val="14"/>
              <w:lang w:val="et-EE"/>
            </w:rPr>
            <w:t>LEONHARD WEISS</w:t>
          </w:r>
          <w:r w:rsidR="009104C2" w:rsidRPr="006D04BF">
            <w:rPr>
              <w:rFonts w:cs="Arial"/>
              <w:sz w:val="14"/>
              <w:szCs w:val="14"/>
              <w:lang w:val="et-EE"/>
            </w:rPr>
            <w:t xml:space="preserve"> </w:t>
          </w:r>
          <w:r w:rsidR="009104C2" w:rsidRPr="006D04BF">
            <w:rPr>
              <w:rFonts w:cs="Arial"/>
              <w:sz w:val="14"/>
              <w:szCs w:val="14"/>
              <w:lang w:val="et-EE" w:eastAsia="de-DE"/>
            </w:rPr>
            <w:t>g</w:t>
          </w:r>
          <w:r w:rsidR="00D92FF1" w:rsidRPr="006D04BF">
            <w:rPr>
              <w:rFonts w:cs="Arial"/>
              <w:sz w:val="14"/>
              <w:szCs w:val="14"/>
              <w:lang w:val="et-EE" w:eastAsia="de-DE"/>
            </w:rPr>
            <w:t>rupi ettevõte</w:t>
          </w:r>
        </w:p>
      </w:tc>
    </w:tr>
  </w:tbl>
  <w:p w14:paraId="1284D9A3" w14:textId="77777777" w:rsidR="002F467C" w:rsidRPr="00C94605" w:rsidRDefault="002F467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8B37" w14:textId="77777777" w:rsidR="00442F01" w:rsidRDefault="00442F01">
    <w:pPr>
      <w:pStyle w:val="Jalus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0C22" w14:textId="77777777" w:rsidR="002F467C" w:rsidRDefault="002F467C">
    <w:pPr>
      <w:framePr w:w="9883" w:h="1865" w:hSpace="142" w:wrap="around" w:vAnchor="page" w:hAnchor="page" w:x="1135" w:y="14975" w:anchorLock="1"/>
    </w:pPr>
  </w:p>
  <w:tbl>
    <w:tblPr>
      <w:tblW w:w="0" w:type="auto"/>
      <w:tblInd w:w="57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5557"/>
      <w:gridCol w:w="4394"/>
    </w:tblGrid>
    <w:tr w:rsidR="002F467C" w14:paraId="10644F40" w14:textId="77777777">
      <w:tc>
        <w:tcPr>
          <w:tcW w:w="5557" w:type="dxa"/>
        </w:tcPr>
        <w:p w14:paraId="248E455A" w14:textId="77777777" w:rsidR="002F467C" w:rsidRDefault="002F467C">
          <w:pPr>
            <w:ind w:left="-57"/>
            <w:rPr>
              <w:sz w:val="16"/>
            </w:rPr>
          </w:pPr>
        </w:p>
      </w:tc>
      <w:tc>
        <w:tcPr>
          <w:tcW w:w="4394" w:type="dxa"/>
        </w:tcPr>
        <w:p w14:paraId="01074EBD" w14:textId="77777777" w:rsidR="002F467C" w:rsidRDefault="002F467C">
          <w:pPr>
            <w:pStyle w:val="Jalus"/>
            <w:rPr>
              <w:sz w:val="16"/>
            </w:rPr>
          </w:pPr>
        </w:p>
      </w:tc>
    </w:tr>
  </w:tbl>
  <w:p w14:paraId="734112A1" w14:textId="77777777" w:rsidR="002F467C" w:rsidRDefault="002F46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B6F37" w14:textId="77777777" w:rsidR="00513276" w:rsidRDefault="00513276">
      <w:r>
        <w:separator/>
      </w:r>
    </w:p>
  </w:footnote>
  <w:footnote w:type="continuationSeparator" w:id="0">
    <w:p w14:paraId="0462CDEC" w14:textId="77777777" w:rsidR="00513276" w:rsidRDefault="0051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9A93" w14:textId="77777777" w:rsidR="002F467C" w:rsidRDefault="002F467C">
    <w:pPr>
      <w:pStyle w:val="Pi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</w:rPr>
      <w:t>3</w:t>
    </w:r>
    <w:r>
      <w:rPr>
        <w:rStyle w:val="Lehekljenumber"/>
      </w:rPr>
      <w:fldChar w:fldCharType="end"/>
    </w:r>
  </w:p>
  <w:p w14:paraId="45289DF8" w14:textId="77777777" w:rsidR="002F467C" w:rsidRDefault="002F467C">
    <w:pPr>
      <w:pStyle w:val="Pis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164B" w14:textId="77777777" w:rsidR="002F467C" w:rsidRDefault="004D7A8C" w:rsidP="004D7A8C">
    <w:pPr>
      <w:pStyle w:val="Pis"/>
      <w:tabs>
        <w:tab w:val="clear" w:pos="4536"/>
        <w:tab w:val="clear" w:pos="9072"/>
        <w:tab w:val="center" w:pos="4820"/>
      </w:tabs>
    </w:pPr>
    <w:r>
      <w:tab/>
    </w:r>
    <w:r w:rsidR="00C41251" w:rsidRPr="00E77FB8">
      <w:rPr>
        <w:noProof/>
        <w:lang w:eastAsia="de-DE"/>
      </w:rPr>
      <w:drawing>
        <wp:inline distT="0" distB="0" distL="0" distR="0" wp14:anchorId="6C61B6D3" wp14:editId="7BAFB775">
          <wp:extent cx="1800225" cy="1028700"/>
          <wp:effectExtent l="0" t="0" r="9525" b="0"/>
          <wp:docPr id="1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AEB24" w14:textId="77777777" w:rsidR="002F467C" w:rsidRDefault="002F467C">
    <w:pPr>
      <w:pStyle w:val="Pis"/>
    </w:pPr>
  </w:p>
  <w:p w14:paraId="00BB6427" w14:textId="77777777" w:rsidR="002F467C" w:rsidRDefault="002F467C">
    <w:pPr>
      <w:pStyle w:val="Pis"/>
    </w:pPr>
  </w:p>
  <w:p w14:paraId="2FFDD5C1" w14:textId="77777777" w:rsidR="002F467C" w:rsidRDefault="002F467C">
    <w:pPr>
      <w:pStyle w:val="Pis"/>
    </w:pPr>
  </w:p>
  <w:p w14:paraId="37FE2B2F" w14:textId="77777777" w:rsidR="002F467C" w:rsidRDefault="002F467C">
    <w:pPr>
      <w:pStyle w:val="Pis"/>
    </w:pPr>
  </w:p>
  <w:p w14:paraId="2CCB8201" w14:textId="77777777" w:rsidR="002F467C" w:rsidRDefault="002F467C">
    <w:pPr>
      <w:pStyle w:val="Pis"/>
    </w:pPr>
  </w:p>
  <w:p w14:paraId="16472CF1" w14:textId="77777777" w:rsidR="002F467C" w:rsidRDefault="002F467C">
    <w:pPr>
      <w:framePr w:w="2556" w:h="426" w:hSpace="141" w:wrap="around" w:vAnchor="page" w:hAnchor="page" w:x="4459" w:y="2161"/>
      <w:jc w:val="center"/>
    </w:pPr>
    <w:r>
      <w:rPr>
        <w:rStyle w:val="Lehekljenumber"/>
      </w:rPr>
      <w:t>- 2 -</w:t>
    </w:r>
  </w:p>
  <w:p w14:paraId="4393E574" w14:textId="77777777" w:rsidR="002F467C" w:rsidRDefault="002F467C">
    <w:pPr>
      <w:pStyle w:val="Pis"/>
    </w:pPr>
  </w:p>
  <w:p w14:paraId="1BD66D0F" w14:textId="77777777" w:rsidR="002F467C" w:rsidRDefault="002F467C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0D6D7" w14:textId="77777777" w:rsidR="002F467C" w:rsidRDefault="001E1BAF" w:rsidP="001E1BAF">
    <w:pPr>
      <w:tabs>
        <w:tab w:val="center" w:pos="4760"/>
      </w:tabs>
      <w:rPr>
        <w:rStyle w:val="Lehekljenumber"/>
      </w:rPr>
    </w:pPr>
    <w:r>
      <w:rPr>
        <w:rStyle w:val="Lehekljenumber"/>
      </w:rPr>
      <w:tab/>
      <w:t xml:space="preserve">- </w:t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C02A55"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 xml:space="preserve"> -</w:t>
    </w:r>
  </w:p>
  <w:p w14:paraId="00AEC4B6" w14:textId="77777777" w:rsidR="001E1BAF" w:rsidRDefault="001E1BAF" w:rsidP="001E1BAF">
    <w:pPr>
      <w:tabs>
        <w:tab w:val="center" w:pos="4760"/>
      </w:tabs>
    </w:pPr>
  </w:p>
  <w:p w14:paraId="4BBD1BFC" w14:textId="77777777" w:rsidR="001E1BAF" w:rsidRDefault="001E1BAF" w:rsidP="001E1BAF">
    <w:pPr>
      <w:tabs>
        <w:tab w:val="center" w:pos="4760"/>
      </w:tabs>
    </w:pPr>
  </w:p>
  <w:p w14:paraId="30E77049" w14:textId="77777777" w:rsidR="001E1BAF" w:rsidRDefault="001E1BAF" w:rsidP="001E1BAF">
    <w:pPr>
      <w:tabs>
        <w:tab w:val="center" w:pos="4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19"/>
    <w:rsid w:val="00007FA8"/>
    <w:rsid w:val="000132D0"/>
    <w:rsid w:val="0002787B"/>
    <w:rsid w:val="0003067A"/>
    <w:rsid w:val="00030C3D"/>
    <w:rsid w:val="00034E0D"/>
    <w:rsid w:val="00040BA7"/>
    <w:rsid w:val="0004176C"/>
    <w:rsid w:val="00042CF0"/>
    <w:rsid w:val="000625AC"/>
    <w:rsid w:val="0006561F"/>
    <w:rsid w:val="000657AB"/>
    <w:rsid w:val="00070EA7"/>
    <w:rsid w:val="000D4621"/>
    <w:rsid w:val="000F6C47"/>
    <w:rsid w:val="00106D67"/>
    <w:rsid w:val="001178D9"/>
    <w:rsid w:val="00132953"/>
    <w:rsid w:val="00133EDA"/>
    <w:rsid w:val="00136AB8"/>
    <w:rsid w:val="00152F55"/>
    <w:rsid w:val="00160248"/>
    <w:rsid w:val="00167429"/>
    <w:rsid w:val="00176CCC"/>
    <w:rsid w:val="00184C2D"/>
    <w:rsid w:val="001A556D"/>
    <w:rsid w:val="001B3767"/>
    <w:rsid w:val="001E1BAF"/>
    <w:rsid w:val="001E617D"/>
    <w:rsid w:val="001F1511"/>
    <w:rsid w:val="002175EC"/>
    <w:rsid w:val="00235B91"/>
    <w:rsid w:val="00246DC3"/>
    <w:rsid w:val="002674A0"/>
    <w:rsid w:val="00267546"/>
    <w:rsid w:val="00281BD1"/>
    <w:rsid w:val="00283030"/>
    <w:rsid w:val="00284622"/>
    <w:rsid w:val="002B45BF"/>
    <w:rsid w:val="002B56EF"/>
    <w:rsid w:val="002C009D"/>
    <w:rsid w:val="002D1D92"/>
    <w:rsid w:val="002D1FDD"/>
    <w:rsid w:val="002D6501"/>
    <w:rsid w:val="002D7724"/>
    <w:rsid w:val="002E4F0C"/>
    <w:rsid w:val="002F29DE"/>
    <w:rsid w:val="002F467C"/>
    <w:rsid w:val="002F55A1"/>
    <w:rsid w:val="0030368D"/>
    <w:rsid w:val="003114BF"/>
    <w:rsid w:val="003233F0"/>
    <w:rsid w:val="00347FA3"/>
    <w:rsid w:val="00353FEE"/>
    <w:rsid w:val="003552FA"/>
    <w:rsid w:val="003576E1"/>
    <w:rsid w:val="00387336"/>
    <w:rsid w:val="0039024E"/>
    <w:rsid w:val="003A2537"/>
    <w:rsid w:val="003F161E"/>
    <w:rsid w:val="003F18B0"/>
    <w:rsid w:val="003F4DE1"/>
    <w:rsid w:val="003F683A"/>
    <w:rsid w:val="00415F0B"/>
    <w:rsid w:val="00426586"/>
    <w:rsid w:val="00433606"/>
    <w:rsid w:val="0044132D"/>
    <w:rsid w:val="00442F01"/>
    <w:rsid w:val="0044599E"/>
    <w:rsid w:val="004564FD"/>
    <w:rsid w:val="004755E0"/>
    <w:rsid w:val="004A3259"/>
    <w:rsid w:val="004D7A8C"/>
    <w:rsid w:val="004F310D"/>
    <w:rsid w:val="00500541"/>
    <w:rsid w:val="0050273F"/>
    <w:rsid w:val="0051296D"/>
    <w:rsid w:val="00513276"/>
    <w:rsid w:val="0052450A"/>
    <w:rsid w:val="00525613"/>
    <w:rsid w:val="0053218C"/>
    <w:rsid w:val="00540BB8"/>
    <w:rsid w:val="00541FA4"/>
    <w:rsid w:val="00573ABB"/>
    <w:rsid w:val="005A73EB"/>
    <w:rsid w:val="005B3FD4"/>
    <w:rsid w:val="005D6C02"/>
    <w:rsid w:val="00602310"/>
    <w:rsid w:val="00605B46"/>
    <w:rsid w:val="00606BB8"/>
    <w:rsid w:val="00607D75"/>
    <w:rsid w:val="00617520"/>
    <w:rsid w:val="00650425"/>
    <w:rsid w:val="00652461"/>
    <w:rsid w:val="006A4526"/>
    <w:rsid w:val="006C3684"/>
    <w:rsid w:val="006D04BF"/>
    <w:rsid w:val="006D6FA3"/>
    <w:rsid w:val="006E58E2"/>
    <w:rsid w:val="006F0FBE"/>
    <w:rsid w:val="006F3DC7"/>
    <w:rsid w:val="006F64D8"/>
    <w:rsid w:val="007273F6"/>
    <w:rsid w:val="00727986"/>
    <w:rsid w:val="00727D8E"/>
    <w:rsid w:val="0073016F"/>
    <w:rsid w:val="00747AC3"/>
    <w:rsid w:val="00780A1A"/>
    <w:rsid w:val="007879C1"/>
    <w:rsid w:val="007A4511"/>
    <w:rsid w:val="007B0DD6"/>
    <w:rsid w:val="007B5461"/>
    <w:rsid w:val="007C4228"/>
    <w:rsid w:val="007D79B6"/>
    <w:rsid w:val="007E3F87"/>
    <w:rsid w:val="007F3B80"/>
    <w:rsid w:val="008221D9"/>
    <w:rsid w:val="008378E3"/>
    <w:rsid w:val="008810A9"/>
    <w:rsid w:val="00881CC5"/>
    <w:rsid w:val="008876E5"/>
    <w:rsid w:val="008A58CF"/>
    <w:rsid w:val="008A6677"/>
    <w:rsid w:val="008E2F57"/>
    <w:rsid w:val="008E398E"/>
    <w:rsid w:val="008F0874"/>
    <w:rsid w:val="0090541D"/>
    <w:rsid w:val="009104C2"/>
    <w:rsid w:val="00911470"/>
    <w:rsid w:val="00912C7D"/>
    <w:rsid w:val="00915728"/>
    <w:rsid w:val="00922DB9"/>
    <w:rsid w:val="009302E0"/>
    <w:rsid w:val="00944159"/>
    <w:rsid w:val="0095015A"/>
    <w:rsid w:val="00960DA1"/>
    <w:rsid w:val="00980494"/>
    <w:rsid w:val="00980699"/>
    <w:rsid w:val="00986C07"/>
    <w:rsid w:val="00997E44"/>
    <w:rsid w:val="009A38B2"/>
    <w:rsid w:val="009B4752"/>
    <w:rsid w:val="009B4F1F"/>
    <w:rsid w:val="009D033A"/>
    <w:rsid w:val="009D6252"/>
    <w:rsid w:val="009E1DE2"/>
    <w:rsid w:val="009E5D84"/>
    <w:rsid w:val="009F44B0"/>
    <w:rsid w:val="00A003C8"/>
    <w:rsid w:val="00A0439C"/>
    <w:rsid w:val="00A21317"/>
    <w:rsid w:val="00A21D77"/>
    <w:rsid w:val="00A5382F"/>
    <w:rsid w:val="00A60E1F"/>
    <w:rsid w:val="00A62BBA"/>
    <w:rsid w:val="00A70541"/>
    <w:rsid w:val="00A81C44"/>
    <w:rsid w:val="00A845E9"/>
    <w:rsid w:val="00A86C4C"/>
    <w:rsid w:val="00A9377E"/>
    <w:rsid w:val="00AA2419"/>
    <w:rsid w:val="00AA7400"/>
    <w:rsid w:val="00AC2DD6"/>
    <w:rsid w:val="00AE60E3"/>
    <w:rsid w:val="00AF1F51"/>
    <w:rsid w:val="00AF52D6"/>
    <w:rsid w:val="00B136CD"/>
    <w:rsid w:val="00B15A60"/>
    <w:rsid w:val="00B36DB3"/>
    <w:rsid w:val="00B55FA1"/>
    <w:rsid w:val="00B77966"/>
    <w:rsid w:val="00B83D42"/>
    <w:rsid w:val="00BD2B75"/>
    <w:rsid w:val="00BD4CBE"/>
    <w:rsid w:val="00BD7CE5"/>
    <w:rsid w:val="00BE50F7"/>
    <w:rsid w:val="00BE5AE8"/>
    <w:rsid w:val="00BE6045"/>
    <w:rsid w:val="00C00A3B"/>
    <w:rsid w:val="00C02A55"/>
    <w:rsid w:val="00C21CFC"/>
    <w:rsid w:val="00C41251"/>
    <w:rsid w:val="00C82024"/>
    <w:rsid w:val="00C90A10"/>
    <w:rsid w:val="00C90A96"/>
    <w:rsid w:val="00C90F55"/>
    <w:rsid w:val="00C94605"/>
    <w:rsid w:val="00CD0E44"/>
    <w:rsid w:val="00CE6E79"/>
    <w:rsid w:val="00CF0602"/>
    <w:rsid w:val="00CF085F"/>
    <w:rsid w:val="00D02185"/>
    <w:rsid w:val="00D33E5E"/>
    <w:rsid w:val="00D42CF0"/>
    <w:rsid w:val="00D8312E"/>
    <w:rsid w:val="00D9029B"/>
    <w:rsid w:val="00D924D8"/>
    <w:rsid w:val="00D92FF1"/>
    <w:rsid w:val="00DA2A96"/>
    <w:rsid w:val="00DA3B52"/>
    <w:rsid w:val="00DB35A1"/>
    <w:rsid w:val="00DD03EF"/>
    <w:rsid w:val="00DD6632"/>
    <w:rsid w:val="00E13542"/>
    <w:rsid w:val="00E15DA8"/>
    <w:rsid w:val="00E24EB3"/>
    <w:rsid w:val="00E334F0"/>
    <w:rsid w:val="00E70689"/>
    <w:rsid w:val="00E74909"/>
    <w:rsid w:val="00E77FB8"/>
    <w:rsid w:val="00E8438A"/>
    <w:rsid w:val="00E94CAD"/>
    <w:rsid w:val="00E96649"/>
    <w:rsid w:val="00EA5D53"/>
    <w:rsid w:val="00EB2BFB"/>
    <w:rsid w:val="00EB5ED1"/>
    <w:rsid w:val="00EC4E4E"/>
    <w:rsid w:val="00ED3450"/>
    <w:rsid w:val="00EE3D79"/>
    <w:rsid w:val="00EF367F"/>
    <w:rsid w:val="00F00346"/>
    <w:rsid w:val="00F104DD"/>
    <w:rsid w:val="00F2578F"/>
    <w:rsid w:val="00F36920"/>
    <w:rsid w:val="00F411C3"/>
    <w:rsid w:val="00F42E50"/>
    <w:rsid w:val="00F47975"/>
    <w:rsid w:val="00F53706"/>
    <w:rsid w:val="00F600BF"/>
    <w:rsid w:val="00F6147D"/>
    <w:rsid w:val="00F6478A"/>
    <w:rsid w:val="00F65421"/>
    <w:rsid w:val="00F732E3"/>
    <w:rsid w:val="00FA3116"/>
    <w:rsid w:val="00FB6780"/>
    <w:rsid w:val="00FC4E9A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A2D7E3"/>
  <w15:docId w15:val="{41ADCE95-687C-4597-B8FE-43A48FA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rFonts w:ascii="Arial" w:hAnsi="Arial"/>
      <w:sz w:val="22"/>
      <w:lang w:val="de-DE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sz w:val="12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281B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</w:style>
  <w:style w:type="paragraph" w:customStyle="1" w:styleId="Flietext">
    <w:name w:val="Fließtext"/>
    <w:basedOn w:val="Normaallaad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</w:style>
  <w:style w:type="paragraph" w:customStyle="1" w:styleId="Standard1">
    <w:name w:val="Standard 1"/>
    <w:basedOn w:val="Flietext"/>
    <w:pPr>
      <w:spacing w:line="24" w:lineRule="auto"/>
    </w:pPr>
  </w:style>
  <w:style w:type="paragraph" w:customStyle="1" w:styleId="SeiteXvonY">
    <w:name w:val="Seite X von Y"/>
    <w:rPr>
      <w:lang w:val="de-DE" w:eastAsia="en-US"/>
    </w:rPr>
  </w:style>
  <w:style w:type="paragraph" w:customStyle="1" w:styleId="Text">
    <w:name w:val="Text"/>
    <w:rPr>
      <w:rFonts w:ascii="Arial" w:hAnsi="Arial"/>
      <w:snapToGrid w:val="0"/>
      <w:color w:val="000000"/>
      <w:sz w:val="22"/>
      <w:lang w:val="de-DE" w:eastAsia="de-DE"/>
    </w:rPr>
  </w:style>
  <w:style w:type="character" w:styleId="Kommentaariviide">
    <w:name w:val="annotation reference"/>
    <w:semiHidden/>
    <w:rPr>
      <w:sz w:val="16"/>
    </w:rPr>
  </w:style>
  <w:style w:type="paragraph" w:styleId="Kommentaaritekst">
    <w:name w:val="annotation text"/>
    <w:basedOn w:val="Normaallaad"/>
    <w:semiHidden/>
    <w:rPr>
      <w:sz w:val="20"/>
    </w:rPr>
  </w:style>
  <w:style w:type="paragraph" w:styleId="Jutumullitekst">
    <w:name w:val="Balloon Text"/>
    <w:basedOn w:val="Normaallaad"/>
    <w:link w:val="JutumullitekstMrk"/>
    <w:semiHidden/>
    <w:unhideWhenUsed/>
    <w:rsid w:val="00246DC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semiHidden/>
    <w:rsid w:val="00246DC3"/>
    <w:rPr>
      <w:rFonts w:ascii="Segoe UI" w:hAnsi="Segoe UI" w:cs="Segoe UI"/>
      <w:sz w:val="18"/>
      <w:szCs w:val="18"/>
      <w:lang w:eastAsia="en-US"/>
    </w:rPr>
  </w:style>
  <w:style w:type="character" w:styleId="Hperlink">
    <w:name w:val="Hyperlink"/>
    <w:unhideWhenUsed/>
    <w:rsid w:val="00C02A55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E3F87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semiHidden/>
    <w:rsid w:val="00281BD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v.voolaid@leonhard-weiss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info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Veskimae\Downloads\LW%20EE%20VE_LEONHARD%20WEISS%20VIATER%20O&#220;%20kirjaplank%20(8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304517-cff6-4664-b9fe-bb1894875c22" xsi:nil="true"/>
    <lcf76f155ced4ddcb4097134ff3c332f xmlns="b7acf019-11c9-45a9-877a-956a69a066c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906BB7B53B24ABFEFCA184312D25C" ma:contentTypeVersion="10" ma:contentTypeDescription="Create a new document." ma:contentTypeScope="" ma:versionID="b10381d7802dbfaeb3ce6bdd5806f8fa">
  <xsd:schema xmlns:xsd="http://www.w3.org/2001/XMLSchema" xmlns:xs="http://www.w3.org/2001/XMLSchema" xmlns:p="http://schemas.microsoft.com/office/2006/metadata/properties" xmlns:ns2="b7acf019-11c9-45a9-877a-956a69a066c0" xmlns:ns3="ce304517-cff6-4664-b9fe-bb1894875c22" targetNamespace="http://schemas.microsoft.com/office/2006/metadata/properties" ma:root="true" ma:fieldsID="f5195d9a14db1a47888a5423cb2f9d35" ns2:_="" ns3:_="">
    <xsd:import namespace="b7acf019-11c9-45a9-877a-956a69a066c0"/>
    <xsd:import namespace="ce304517-cff6-4664-b9fe-bb1894875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cf019-11c9-45a9-877a-956a69a06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04517-cff6-4664-b9fe-bb1894875c2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43fd3e6-4c06-42f4-9d88-abb2879a3a14}" ma:internalName="TaxCatchAll" ma:showField="CatchAllData" ma:web="ce304517-cff6-4664-b9fe-bb1894875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4F1613-1775-4193-BB5C-2D6ADE5DC6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05BF48-89DA-4390-8E5A-0D4AD5EC6F3B}">
  <ds:schemaRefs>
    <ds:schemaRef ds:uri="http://schemas.microsoft.com/office/2006/metadata/properties"/>
    <ds:schemaRef ds:uri="http://schemas.microsoft.com/office/infopath/2007/PartnerControls"/>
    <ds:schemaRef ds:uri="ce304517-cff6-4664-b9fe-bb1894875c22"/>
    <ds:schemaRef ds:uri="b7acf019-11c9-45a9-877a-956a69a066c0"/>
  </ds:schemaRefs>
</ds:datastoreItem>
</file>

<file path=customXml/itemProps3.xml><?xml version="1.0" encoding="utf-8"?>
<ds:datastoreItem xmlns:ds="http://schemas.openxmlformats.org/officeDocument/2006/customXml" ds:itemID="{A12DB8BC-C513-428C-9BF2-6A25B40FDA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943F-9A5E-4D3D-9D80-FE9E0400F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acf019-11c9-45a9-877a-956a69a066c0"/>
    <ds:schemaRef ds:uri="ce304517-cff6-4664-b9fe-bb1894875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LW EE VE_LEONHARD WEISS VIATER OÜ kirjaplank (8).dotx</Template>
  <TotalTime>0</TotalTime>
  <Pages>1</Pages>
  <Words>143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</vt:lpstr>
      <vt:lpstr>Brief</vt:lpstr>
    </vt:vector>
  </TitlesOfParts>
  <Company>LEONHARD WEISS GmbH &amp; Co.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Veskimäe, Livia</dc:creator>
  <cp:keywords/>
  <cp:lastModifiedBy>Voolaid, Vello</cp:lastModifiedBy>
  <cp:revision>50</cp:revision>
  <cp:lastPrinted>2019-06-13T09:24:00Z</cp:lastPrinted>
  <dcterms:created xsi:type="dcterms:W3CDTF">2024-11-27T07:14:00Z</dcterms:created>
  <dcterms:modified xsi:type="dcterms:W3CDTF">2025-10-08T08:29:00Z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0x010100388906BB7B53B24ABFEFCA184312D25C</vt:lpwstr>
  </property>
  <property fmtid="{D5CDD505-2E9C-101B-9397-08002B2CF9AE}" pid="3" name="MediaServiceImageTags">
    <vt:lpwstr/>
  </property>
</Properties>
</file>